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2B1AE7" w:rsidTr="007174E9">
        <w:tc>
          <w:tcPr>
            <w:tcW w:w="3284" w:type="dxa"/>
            <w:vAlign w:val="center"/>
          </w:tcPr>
          <w:p w:rsidR="002B1AE7" w:rsidRDefault="002B1AE7" w:rsidP="007174E9">
            <w:pPr>
              <w:jc w:val="center"/>
            </w:pPr>
            <w:r>
              <w:t xml:space="preserve">Esther wants to do a parachute jump to show that she has conquered her fear of heights.  Last time she went up in a plane, she cried and refused to jump.  </w:t>
            </w:r>
            <w:r w:rsidR="007174E9">
              <w:t xml:space="preserve"> Should she give up her dream?</w:t>
            </w:r>
          </w:p>
        </w:tc>
        <w:tc>
          <w:tcPr>
            <w:tcW w:w="3285" w:type="dxa"/>
            <w:vAlign w:val="center"/>
          </w:tcPr>
          <w:p w:rsidR="002B1AE7" w:rsidRDefault="002B1AE7" w:rsidP="007174E9">
            <w:pPr>
              <w:jc w:val="center"/>
            </w:pPr>
            <w:r>
              <w:t xml:space="preserve">Angelina wants to be a doctor but her predicted A-Level grades are not good enough to get into university to study Medicine. </w:t>
            </w:r>
            <w:r w:rsidR="007174E9">
              <w:t>Should she give up her dream?</w:t>
            </w:r>
          </w:p>
        </w:tc>
        <w:tc>
          <w:tcPr>
            <w:tcW w:w="3285" w:type="dxa"/>
            <w:vAlign w:val="center"/>
          </w:tcPr>
          <w:p w:rsidR="002B1AE7" w:rsidRDefault="002B1AE7" w:rsidP="007174E9">
            <w:pPr>
              <w:jc w:val="center"/>
            </w:pPr>
            <w:r>
              <w:t xml:space="preserve">Antoine wants to be a professional football player.  He had a training contract with Chelsea but has recently broken his leg.  The </w:t>
            </w:r>
            <w:proofErr w:type="spellStart"/>
            <w:r>
              <w:t>physio</w:t>
            </w:r>
            <w:proofErr w:type="spellEnd"/>
            <w:r>
              <w:t xml:space="preserve"> </w:t>
            </w:r>
            <w:r w:rsidR="007174E9">
              <w:t>and doctors say that</w:t>
            </w:r>
            <w:r w:rsidR="00717900">
              <w:t>,</w:t>
            </w:r>
            <w:bookmarkStart w:id="0" w:name="_GoBack"/>
            <w:bookmarkEnd w:id="0"/>
            <w:r w:rsidR="007174E9">
              <w:t xml:space="preserve"> although he can have a normal life, he will never be fast enough for the professional game.  Should he give up his dream?</w:t>
            </w:r>
          </w:p>
        </w:tc>
      </w:tr>
      <w:tr w:rsidR="002B1AE7" w:rsidTr="007174E9">
        <w:trPr>
          <w:trHeight w:val="4185"/>
        </w:trPr>
        <w:tc>
          <w:tcPr>
            <w:tcW w:w="3284" w:type="dxa"/>
            <w:vAlign w:val="center"/>
          </w:tcPr>
          <w:p w:rsidR="002B1AE7" w:rsidRDefault="007174E9" w:rsidP="007174E9">
            <w:pPr>
              <w:jc w:val="center"/>
            </w:pPr>
            <w:r>
              <w:t>Lauren is in the chorus of a West End show.  She has always dreamed of being the star of the show but has never been successful at audition.  Should she give up her dream?</w:t>
            </w:r>
          </w:p>
        </w:tc>
        <w:tc>
          <w:tcPr>
            <w:tcW w:w="3285" w:type="dxa"/>
            <w:vAlign w:val="center"/>
          </w:tcPr>
          <w:p w:rsidR="002B1AE7" w:rsidRDefault="007174E9" w:rsidP="007174E9">
            <w:pPr>
              <w:jc w:val="center"/>
            </w:pPr>
            <w:r>
              <w:t>John has always wanted to be Prime Minister.  He left school at 16 and ran away to the circus. Should he give up his dream?</w:t>
            </w:r>
          </w:p>
        </w:tc>
        <w:tc>
          <w:tcPr>
            <w:tcW w:w="3285" w:type="dxa"/>
            <w:vAlign w:val="center"/>
          </w:tcPr>
          <w:p w:rsidR="002B1AE7" w:rsidRDefault="007174E9" w:rsidP="007174E9">
            <w:pPr>
              <w:jc w:val="center"/>
            </w:pPr>
            <w:r>
              <w:t>Abdul wants to be a writer.  He has written two books and no publisher has offered him a publishing deal.  Should he give up his dream?</w:t>
            </w:r>
          </w:p>
        </w:tc>
      </w:tr>
    </w:tbl>
    <w:p w:rsidR="009C1174" w:rsidRDefault="009C1174"/>
    <w:sectPr w:rsidR="009C1174" w:rsidSect="00F62F1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AE7"/>
    <w:rsid w:val="002B1AE7"/>
    <w:rsid w:val="00370853"/>
    <w:rsid w:val="007061E6"/>
    <w:rsid w:val="007174E9"/>
    <w:rsid w:val="00717900"/>
    <w:rsid w:val="009C1174"/>
    <w:rsid w:val="009C2C99"/>
    <w:rsid w:val="00F6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1A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1A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6D24DF92</Template>
  <TotalTime>33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K. Mitchell</cp:lastModifiedBy>
  <cp:revision>1</cp:revision>
  <dcterms:created xsi:type="dcterms:W3CDTF">2017-07-19T13:32:00Z</dcterms:created>
  <dcterms:modified xsi:type="dcterms:W3CDTF">2017-07-19T14:09:00Z</dcterms:modified>
</cp:coreProperties>
</file>